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A38" w:rsidRDefault="008B280E">
      <w:pPr>
        <w:rPr>
          <w:rFonts w:hint="eastAsia"/>
          <w:b/>
          <w:sz w:val="40"/>
          <w:szCs w:val="40"/>
        </w:rPr>
      </w:pPr>
      <w:r w:rsidRPr="008B280E">
        <w:rPr>
          <w:rFonts w:hint="eastAsia"/>
          <w:b/>
          <w:sz w:val="40"/>
          <w:szCs w:val="40"/>
        </w:rPr>
        <w:t xml:space="preserve">G7 </w:t>
      </w:r>
      <w:r w:rsidRPr="008B280E">
        <w:rPr>
          <w:b/>
          <w:sz w:val="40"/>
          <w:szCs w:val="40"/>
        </w:rPr>
        <w:t>–</w:t>
      </w:r>
      <w:r w:rsidRPr="008B280E">
        <w:rPr>
          <w:rFonts w:hint="eastAsia"/>
          <w:b/>
          <w:sz w:val="40"/>
          <w:szCs w:val="40"/>
        </w:rPr>
        <w:t xml:space="preserve"> </w:t>
      </w:r>
      <w:proofErr w:type="gramStart"/>
      <w:r w:rsidRPr="008B280E">
        <w:rPr>
          <w:rFonts w:hint="eastAsia"/>
          <w:b/>
          <w:sz w:val="40"/>
          <w:szCs w:val="40"/>
        </w:rPr>
        <w:t>10</w:t>
      </w:r>
      <w:r>
        <w:rPr>
          <w:rFonts w:hint="eastAsia"/>
          <w:b/>
          <w:sz w:val="40"/>
          <w:szCs w:val="40"/>
        </w:rPr>
        <w:t xml:space="preserve"> </w:t>
      </w:r>
      <w:r w:rsidRPr="008B280E">
        <w:rPr>
          <w:rFonts w:hint="eastAsia"/>
          <w:b/>
          <w:sz w:val="40"/>
          <w:szCs w:val="40"/>
        </w:rPr>
        <w:t xml:space="preserve"> Worksheet</w:t>
      </w:r>
      <w:proofErr w:type="gramEnd"/>
    </w:p>
    <w:p w:rsidR="008B280E" w:rsidRDefault="008B280E">
      <w:pPr>
        <w:rPr>
          <w:rFonts w:hint="eastAsia"/>
          <w:b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38100</wp:posOffset>
                </wp:positionV>
                <wp:extent cx="4507865" cy="601980"/>
                <wp:effectExtent l="6350" t="9525" r="10160" b="762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7865" cy="60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280E" w:rsidRPr="008B280E" w:rsidRDefault="008B280E" w:rsidP="008B28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B280E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A: Is it 8765-4321.</w:t>
                            </w:r>
                          </w:p>
                          <w:p w:rsidR="008B280E" w:rsidRPr="008B280E" w:rsidRDefault="008B280E" w:rsidP="008B280E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B280E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B</w:t>
                            </w:r>
                            <w:proofErr w:type="gramStart"/>
                            <w:r w:rsidRPr="008B280E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:No</w:t>
                            </w:r>
                            <w:proofErr w:type="gramEnd"/>
                            <w:r w:rsidRPr="008B280E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, it</w:t>
                            </w:r>
                            <w:r w:rsidRPr="008B280E">
                              <w:rPr>
                                <w:b/>
                                <w:sz w:val="28"/>
                                <w:szCs w:val="28"/>
                              </w:rPr>
                              <w:t>’</w:t>
                            </w:r>
                            <w:r w:rsidRPr="008B280E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s not. </w:t>
                            </w:r>
                            <w:proofErr w:type="gramStart"/>
                            <w:r w:rsidRPr="008B280E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It</w:t>
                            </w:r>
                            <w:r w:rsidRPr="008B280E">
                              <w:rPr>
                                <w:b/>
                                <w:sz w:val="28"/>
                                <w:szCs w:val="28"/>
                              </w:rPr>
                              <w:t>’</w:t>
                            </w:r>
                            <w:r w:rsidRPr="008B280E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s</w:t>
                            </w:r>
                            <w:proofErr w:type="gramEnd"/>
                            <w:r w:rsidRPr="008B280E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 xml:space="preserve"> 7865-4321.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.8pt;margin-top:3pt;width:354.95pt;height:4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">
                <v:textbox>
                  <w:txbxContent>
                    <w:p w:rsidR="008B280E" w:rsidRPr="008B280E" w:rsidRDefault="008B280E" w:rsidP="008B280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B280E">
                        <w:rPr>
                          <w:rFonts w:hint="eastAsia"/>
                          <w:b/>
                          <w:sz w:val="28"/>
                          <w:szCs w:val="28"/>
                        </w:rPr>
                        <w:t>A: Is it 8765-4321.</w:t>
                      </w:r>
                    </w:p>
                    <w:p w:rsidR="008B280E" w:rsidRPr="008B280E" w:rsidRDefault="008B280E" w:rsidP="008B280E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8B280E">
                        <w:rPr>
                          <w:rFonts w:hint="eastAsia"/>
                          <w:b/>
                          <w:sz w:val="28"/>
                          <w:szCs w:val="28"/>
                        </w:rPr>
                        <w:t>B</w:t>
                      </w:r>
                      <w:proofErr w:type="gramStart"/>
                      <w:r w:rsidRPr="008B280E">
                        <w:rPr>
                          <w:rFonts w:hint="eastAsia"/>
                          <w:b/>
                          <w:sz w:val="28"/>
                          <w:szCs w:val="28"/>
                        </w:rPr>
                        <w:t>:No</w:t>
                      </w:r>
                      <w:proofErr w:type="gramEnd"/>
                      <w:r w:rsidRPr="008B280E">
                        <w:rPr>
                          <w:rFonts w:hint="eastAsia"/>
                          <w:b/>
                          <w:sz w:val="28"/>
                          <w:szCs w:val="28"/>
                        </w:rPr>
                        <w:t>, it</w:t>
                      </w:r>
                      <w:r w:rsidRPr="008B280E">
                        <w:rPr>
                          <w:b/>
                          <w:sz w:val="28"/>
                          <w:szCs w:val="28"/>
                        </w:rPr>
                        <w:t>’</w:t>
                      </w:r>
                      <w:r w:rsidRPr="008B280E"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s not. </w:t>
                      </w:r>
                      <w:proofErr w:type="gramStart"/>
                      <w:r w:rsidRPr="008B280E">
                        <w:rPr>
                          <w:rFonts w:hint="eastAsia"/>
                          <w:b/>
                          <w:sz w:val="28"/>
                          <w:szCs w:val="28"/>
                        </w:rPr>
                        <w:t>It</w:t>
                      </w:r>
                      <w:r w:rsidRPr="008B280E">
                        <w:rPr>
                          <w:b/>
                          <w:sz w:val="28"/>
                          <w:szCs w:val="28"/>
                        </w:rPr>
                        <w:t>’</w:t>
                      </w:r>
                      <w:r w:rsidRPr="008B280E">
                        <w:rPr>
                          <w:rFonts w:hint="eastAsia"/>
                          <w:b/>
                          <w:sz w:val="28"/>
                          <w:szCs w:val="28"/>
                        </w:rPr>
                        <w:t>s</w:t>
                      </w:r>
                      <w:proofErr w:type="gramEnd"/>
                      <w:r w:rsidRPr="008B280E">
                        <w:rPr>
                          <w:rFonts w:hint="eastAsia"/>
                          <w:b/>
                          <w:sz w:val="28"/>
                          <w:szCs w:val="28"/>
                        </w:rPr>
                        <w:t xml:space="preserve"> 7865-4321.</w:t>
                      </w:r>
                    </w:p>
                  </w:txbxContent>
                </v:textbox>
              </v:shape>
            </w:pict>
          </mc:Fallback>
        </mc:AlternateContent>
      </w:r>
    </w:p>
    <w:p w:rsidR="008B280E" w:rsidRPr="008B280E" w:rsidRDefault="008B280E">
      <w:pPr>
        <w:rPr>
          <w:rFonts w:hint="eastAsia"/>
          <w:b/>
          <w:szCs w:val="24"/>
        </w:rPr>
      </w:pPr>
    </w:p>
    <w:p w:rsidR="008B280E" w:rsidRDefault="008B280E">
      <w:pPr>
        <w:rPr>
          <w:rFonts w:hint="eastAsia"/>
          <w:b/>
          <w:szCs w:val="24"/>
        </w:rPr>
      </w:pPr>
    </w:p>
    <w:p w:rsidR="009A42DD" w:rsidRPr="009A42DD" w:rsidRDefault="008B280E" w:rsidP="009A42DD">
      <w:pPr>
        <w:pStyle w:val="a6"/>
        <w:numPr>
          <w:ilvl w:val="0"/>
          <w:numId w:val="2"/>
        </w:numPr>
        <w:ind w:leftChars="0"/>
        <w:rPr>
          <w:rFonts w:hint="eastAsia"/>
          <w:b/>
          <w:szCs w:val="24"/>
        </w:rPr>
      </w:pPr>
      <w:r>
        <w:rPr>
          <w:rFonts w:hint="eastAsia"/>
          <w:b/>
          <w:szCs w:val="24"/>
        </w:rPr>
        <w:t>寫出下列數字之英文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80"/>
        <w:gridCol w:w="1918"/>
        <w:gridCol w:w="1725"/>
        <w:gridCol w:w="2110"/>
        <w:gridCol w:w="2021"/>
      </w:tblGrid>
      <w:tr w:rsidR="00D614A4" w:rsidTr="009A42DD">
        <w:trPr>
          <w:trHeight w:val="1862"/>
        </w:trPr>
        <w:tc>
          <w:tcPr>
            <w:tcW w:w="2080" w:type="dxa"/>
          </w:tcPr>
          <w:p w:rsidR="008B280E" w:rsidRDefault="00D614A4" w:rsidP="008B280E">
            <w:pPr>
              <w:rPr>
                <w:rFonts w:hint="eastAsia"/>
                <w:b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7FFEE037" wp14:editId="6FECAB5E">
                  <wp:simplePos x="723900" y="215265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047750" cy="1099820"/>
                  <wp:effectExtent l="0" t="0" r="0" b="5080"/>
                  <wp:wrapSquare wrapText="bothSides"/>
                  <wp:docPr id="2" name="圖片 2" descr="http://www.illustrationsof.com/royalty-free-number-one-clipart-illustration-4388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llustrationsof.com/royalty-free-number-one-clipart-illustration-4388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1001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18" w:type="dxa"/>
          </w:tcPr>
          <w:p w:rsidR="008B280E" w:rsidRDefault="00D614A4" w:rsidP="008B280E">
            <w:pPr>
              <w:rPr>
                <w:rFonts w:hint="eastAsia"/>
                <w:b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65772C0F" wp14:editId="27E21F7B">
                  <wp:simplePos x="2000250" y="215265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042670" cy="1095375"/>
                  <wp:effectExtent l="0" t="0" r="5080" b="0"/>
                  <wp:wrapSquare wrapText="bothSides"/>
                  <wp:docPr id="3" name="圖片 3" descr="http://www.illustrationsof.com/royalty-free-number-two-clipart-illustration-43806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illustrationsof.com/royalty-free-number-two-clipart-illustration-43806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797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25" w:type="dxa"/>
          </w:tcPr>
          <w:p w:rsidR="008B280E" w:rsidRDefault="00D614A4" w:rsidP="008B280E">
            <w:pPr>
              <w:rPr>
                <w:rFonts w:hint="eastAsia"/>
                <w:b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28DE77F8" wp14:editId="79AD271A">
                  <wp:simplePos x="3276600" y="217170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798830" cy="1038225"/>
                  <wp:effectExtent l="0" t="0" r="1270" b="9525"/>
                  <wp:wrapSquare wrapText="bothSides"/>
                  <wp:docPr id="4" name="圖片 4" descr="http://t2.gstatic.com/images?q=tbn:ANd9GcSNqady30e3NlxEKK5eUGQQR4zHBUKo3EhPTu0RNOmc2Ar8smI4K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t2.gstatic.com/images?q=tbn:ANd9GcSNqady30e3NlxEKK5eUGQQR4zHBUKo3EhPTu0RNOmc2Ar8smI4K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830" cy="1038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110" w:type="dxa"/>
          </w:tcPr>
          <w:p w:rsidR="008B280E" w:rsidRDefault="00D614A4" w:rsidP="008B280E">
            <w:pPr>
              <w:rPr>
                <w:rFonts w:hint="eastAsia"/>
                <w:b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02C211A0" wp14:editId="6A2AE04B">
                  <wp:simplePos x="4514850" y="213360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774700" cy="1038225"/>
                  <wp:effectExtent l="0" t="0" r="6350" b="0"/>
                  <wp:wrapSquare wrapText="bothSides"/>
                  <wp:docPr id="5" name="圖片 5" descr="http://t3.gstatic.com/images?q=tbn:ANd9GcR0Gxo-a4_RkGaGRFqPeMWsDyMUWEJlHudXGdtKjQSKsqzsrqXep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t3.gstatic.com/images?q=tbn:ANd9GcR0Gxo-a4_RkGaGRFqPeMWsDyMUWEJlHudXGdtKjQSKsqzsrqXep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036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21" w:type="dxa"/>
          </w:tcPr>
          <w:p w:rsidR="008B280E" w:rsidRDefault="00D614A4" w:rsidP="008B280E">
            <w:pPr>
              <w:rPr>
                <w:rFonts w:hint="eastAsia"/>
                <w:b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09EB8DCB" wp14:editId="2CAB687C">
                  <wp:simplePos x="5524500" y="211455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162050" cy="1136015"/>
                  <wp:effectExtent l="0" t="0" r="0" b="6985"/>
                  <wp:wrapSquare wrapText="bothSides"/>
                  <wp:docPr id="6" name="圖片 6" descr="http://therulesofwealth.files.wordpress.com/2008/05/fiv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therulesofwealth.files.wordpress.com/2008/05/fiv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1366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614A4" w:rsidTr="009A42DD">
        <w:tc>
          <w:tcPr>
            <w:tcW w:w="2080" w:type="dxa"/>
          </w:tcPr>
          <w:p w:rsidR="008B280E" w:rsidRDefault="008B280E" w:rsidP="008B280E">
            <w:pPr>
              <w:rPr>
                <w:rFonts w:hint="eastAsia"/>
                <w:b/>
                <w:szCs w:val="24"/>
              </w:rPr>
            </w:pPr>
          </w:p>
        </w:tc>
        <w:tc>
          <w:tcPr>
            <w:tcW w:w="1918" w:type="dxa"/>
          </w:tcPr>
          <w:p w:rsidR="008B280E" w:rsidRDefault="008B280E" w:rsidP="008B280E">
            <w:pPr>
              <w:rPr>
                <w:rFonts w:hint="eastAsia"/>
                <w:b/>
                <w:szCs w:val="24"/>
              </w:rPr>
            </w:pPr>
          </w:p>
        </w:tc>
        <w:tc>
          <w:tcPr>
            <w:tcW w:w="1725" w:type="dxa"/>
          </w:tcPr>
          <w:p w:rsidR="008B280E" w:rsidRDefault="008B280E" w:rsidP="008B280E">
            <w:pPr>
              <w:rPr>
                <w:rFonts w:hint="eastAsia"/>
                <w:b/>
                <w:szCs w:val="24"/>
              </w:rPr>
            </w:pPr>
          </w:p>
        </w:tc>
        <w:tc>
          <w:tcPr>
            <w:tcW w:w="2110" w:type="dxa"/>
          </w:tcPr>
          <w:p w:rsidR="008B280E" w:rsidRDefault="008B280E" w:rsidP="008B280E">
            <w:pPr>
              <w:rPr>
                <w:rFonts w:hint="eastAsia"/>
                <w:b/>
                <w:szCs w:val="24"/>
              </w:rPr>
            </w:pPr>
          </w:p>
        </w:tc>
        <w:tc>
          <w:tcPr>
            <w:tcW w:w="2021" w:type="dxa"/>
          </w:tcPr>
          <w:p w:rsidR="008B280E" w:rsidRDefault="008B280E" w:rsidP="008B280E">
            <w:pPr>
              <w:rPr>
                <w:rFonts w:hint="eastAsia"/>
                <w:b/>
                <w:szCs w:val="24"/>
              </w:rPr>
            </w:pPr>
          </w:p>
        </w:tc>
      </w:tr>
      <w:tr w:rsidR="00D614A4" w:rsidTr="009A42DD">
        <w:tc>
          <w:tcPr>
            <w:tcW w:w="2080" w:type="dxa"/>
          </w:tcPr>
          <w:p w:rsidR="008B280E" w:rsidRDefault="00D614A4" w:rsidP="008B280E">
            <w:pPr>
              <w:rPr>
                <w:rFonts w:hint="eastAsia"/>
                <w:b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66741775" wp14:editId="0EB4DFAA">
                  <wp:simplePos x="723900" y="383857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0150" cy="1200150"/>
                  <wp:effectExtent l="0" t="0" r="0" b="0"/>
                  <wp:wrapSquare wrapText="bothSides"/>
                  <wp:docPr id="7" name="圖片 7" descr="http://t0.gstatic.com/images?q=tbn:ANd9GcRPQ-rHg6oWDgTCpedwAhaImS96-qifuMwtnQZHLYoB_HP4EdWEb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t0.gstatic.com/images?q=tbn:ANd9GcRPQ-rHg6oWDgTCpedwAhaImS96-qifuMwtnQZHLYoB_HP4EdWEb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01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18" w:type="dxa"/>
          </w:tcPr>
          <w:p w:rsidR="008B280E" w:rsidRDefault="00D614A4" w:rsidP="008B280E">
            <w:pPr>
              <w:rPr>
                <w:rFonts w:hint="eastAsia"/>
                <w:b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4BF52F69" wp14:editId="1828A0E5">
                  <wp:simplePos x="2133600" y="383857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095375" cy="1181100"/>
                  <wp:effectExtent l="0" t="0" r="0" b="0"/>
                  <wp:wrapSquare wrapText="bothSides"/>
                  <wp:docPr id="8" name="圖片 8" descr="http://t2.gstatic.com/images?q=tbn:ANd9GcSYExnbf8YReeE3PF2TWm85fkr4LwwNRp4Qlfv1CjyVh4lz-QW-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t2.gstatic.com/images?q=tbn:ANd9GcSYExnbf8YReeE3PF2TWm85fkr4LwwNRp4Qlfv1CjyVh4lz-QW-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18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725" w:type="dxa"/>
          </w:tcPr>
          <w:p w:rsidR="008B280E" w:rsidRDefault="00D614A4" w:rsidP="008B280E">
            <w:pPr>
              <w:rPr>
                <w:rFonts w:hint="eastAsia"/>
                <w:b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69B12B2F" wp14:editId="4CD29A8B">
                  <wp:simplePos x="3486150" y="385762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970915" cy="1181100"/>
                  <wp:effectExtent l="0" t="0" r="635" b="0"/>
                  <wp:wrapSquare wrapText="bothSides"/>
                  <wp:docPr id="9" name="圖片 9" descr="http://images.clipartof.com/small/439691-Cartoon-Black-And-White-Outline-Design-Of-An-Eight-Character-Poster-Art-Pri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images.clipartof.com/small/439691-Cartoon-Black-And-White-Outline-Design-Of-An-Eight-Character-Poster-Art-Pri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670" cy="1181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110" w:type="dxa"/>
          </w:tcPr>
          <w:p w:rsidR="008B280E" w:rsidRDefault="00D614A4" w:rsidP="008B280E">
            <w:pPr>
              <w:rPr>
                <w:rFonts w:hint="eastAsia"/>
                <w:b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467F92A0" wp14:editId="2728CC95">
                  <wp:simplePos x="4295775" y="381952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209675" cy="1181100"/>
                  <wp:effectExtent l="0" t="0" r="9525" b="0"/>
                  <wp:wrapSquare wrapText="bothSides"/>
                  <wp:docPr id="10" name="圖片 10" descr="http://us.123rf.com/400wm/400/400/giashpe/giashpe1205/giashpe120500007/13445605-3d-human-character-holding-black-number-nine-small-people-3d-render-isolated-on-whi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us.123rf.com/400wm/400/400/giashpe/giashpe1205/giashpe120500007/13445605-3d-human-character-holding-black-number-nine-small-people-3d-render-isolated-on-whi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021" w:type="dxa"/>
          </w:tcPr>
          <w:p w:rsidR="008B280E" w:rsidRDefault="00D614A4" w:rsidP="008B280E">
            <w:pPr>
              <w:rPr>
                <w:rFonts w:hint="eastAsia"/>
                <w:b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633D3C67" wp14:editId="3F43382D">
                  <wp:simplePos x="5629275" y="383857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143000" cy="1155700"/>
                  <wp:effectExtent l="0" t="0" r="0" b="6350"/>
                  <wp:wrapSquare wrapText="bothSides"/>
                  <wp:docPr id="11" name="圖片 11" descr="http://home.ubalt.edu/ntsbarsh/zero/ZER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home.ubalt.edu/ntsbarsh/zero/ZER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557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614A4" w:rsidTr="009A42DD">
        <w:tc>
          <w:tcPr>
            <w:tcW w:w="2080" w:type="dxa"/>
          </w:tcPr>
          <w:p w:rsidR="008B280E" w:rsidRDefault="008B280E" w:rsidP="008B280E">
            <w:pPr>
              <w:rPr>
                <w:rFonts w:hint="eastAsia"/>
                <w:b/>
                <w:szCs w:val="24"/>
              </w:rPr>
            </w:pPr>
          </w:p>
        </w:tc>
        <w:tc>
          <w:tcPr>
            <w:tcW w:w="1918" w:type="dxa"/>
          </w:tcPr>
          <w:p w:rsidR="008B280E" w:rsidRDefault="008B280E" w:rsidP="008B280E">
            <w:pPr>
              <w:rPr>
                <w:rFonts w:hint="eastAsia"/>
                <w:b/>
                <w:szCs w:val="24"/>
              </w:rPr>
            </w:pPr>
          </w:p>
        </w:tc>
        <w:tc>
          <w:tcPr>
            <w:tcW w:w="1725" w:type="dxa"/>
          </w:tcPr>
          <w:p w:rsidR="008B280E" w:rsidRDefault="008B280E" w:rsidP="008B280E">
            <w:pPr>
              <w:rPr>
                <w:rFonts w:hint="eastAsia"/>
                <w:b/>
                <w:szCs w:val="24"/>
              </w:rPr>
            </w:pPr>
          </w:p>
        </w:tc>
        <w:tc>
          <w:tcPr>
            <w:tcW w:w="2110" w:type="dxa"/>
          </w:tcPr>
          <w:p w:rsidR="008B280E" w:rsidRDefault="008B280E" w:rsidP="008B280E">
            <w:pPr>
              <w:rPr>
                <w:rFonts w:hint="eastAsia"/>
                <w:b/>
                <w:szCs w:val="24"/>
              </w:rPr>
            </w:pPr>
          </w:p>
        </w:tc>
        <w:tc>
          <w:tcPr>
            <w:tcW w:w="2021" w:type="dxa"/>
          </w:tcPr>
          <w:p w:rsidR="008B280E" w:rsidRDefault="008B280E" w:rsidP="008B280E">
            <w:pPr>
              <w:rPr>
                <w:rFonts w:hint="eastAsia"/>
                <w:b/>
                <w:szCs w:val="24"/>
              </w:rPr>
            </w:pPr>
          </w:p>
        </w:tc>
      </w:tr>
    </w:tbl>
    <w:p w:rsidR="009A42DD" w:rsidRDefault="009A42DD" w:rsidP="001436E8">
      <w:pPr>
        <w:pStyle w:val="a6"/>
        <w:numPr>
          <w:ilvl w:val="0"/>
          <w:numId w:val="2"/>
        </w:numPr>
        <w:spacing w:line="400" w:lineRule="exact"/>
        <w:ind w:leftChars="0"/>
        <w:rPr>
          <w:rFonts w:hint="eastAsia"/>
          <w:b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75AE1197" wp14:editId="31E5B51C">
            <wp:simplePos x="0" y="0"/>
            <wp:positionH relativeFrom="margin">
              <wp:posOffset>99060</wp:posOffset>
            </wp:positionH>
            <wp:positionV relativeFrom="margin">
              <wp:posOffset>5305425</wp:posOffset>
            </wp:positionV>
            <wp:extent cx="5905500" cy="3931920"/>
            <wp:effectExtent l="0" t="0" r="0" b="0"/>
            <wp:wrapSquare wrapText="bothSides"/>
            <wp:docPr id="12" name="圖片 12" descr="http://3.bp.blogspot.com/-I9cZBf2YGxE/T5qflOcGngI/AAAAAAAACUM/z5nrBb7vAnc/s1600/how+ma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I9cZBf2YGxE/T5qflOcGngI/AAAAAAAACUM/z5nrBb7vAnc/s1600/how+many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93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b/>
        </w:rPr>
        <w:t xml:space="preserve">Write the numbers. </w:t>
      </w:r>
    </w:p>
    <w:p w:rsidR="009A42DD" w:rsidRDefault="009A42DD" w:rsidP="009A42DD">
      <w:pPr>
        <w:pStyle w:val="a6"/>
        <w:spacing w:line="400" w:lineRule="exact"/>
        <w:ind w:leftChars="0" w:left="720"/>
        <w:rPr>
          <w:rFonts w:hint="eastAsia"/>
          <w:b/>
        </w:rPr>
      </w:pPr>
    </w:p>
    <w:p w:rsidR="007B3F54" w:rsidRDefault="007B3F54" w:rsidP="009A42DD">
      <w:pPr>
        <w:pStyle w:val="a6"/>
        <w:spacing w:line="400" w:lineRule="exact"/>
        <w:ind w:leftChars="0" w:left="720"/>
        <w:rPr>
          <w:rFonts w:hint="eastAsia"/>
          <w:b/>
        </w:rPr>
      </w:pPr>
      <w:bookmarkStart w:id="0" w:name="_GoBack"/>
      <w:bookmarkEnd w:id="0"/>
    </w:p>
    <w:p w:rsidR="008B280E" w:rsidRPr="008B280E" w:rsidRDefault="008B280E" w:rsidP="009A42DD">
      <w:pPr>
        <w:pStyle w:val="a6"/>
        <w:numPr>
          <w:ilvl w:val="0"/>
          <w:numId w:val="2"/>
        </w:numPr>
        <w:spacing w:line="600" w:lineRule="exact"/>
        <w:ind w:leftChars="0"/>
        <w:rPr>
          <w:rFonts w:hint="eastAsia"/>
          <w:b/>
        </w:rPr>
      </w:pPr>
      <w:r w:rsidRPr="008B280E">
        <w:rPr>
          <w:rFonts w:hint="eastAsia"/>
          <w:b/>
        </w:rPr>
        <w:lastRenderedPageBreak/>
        <w:t>句型練習</w:t>
      </w:r>
    </w:p>
    <w:p w:rsidR="008B280E" w:rsidRDefault="008B280E" w:rsidP="009A42DD">
      <w:pPr>
        <w:pStyle w:val="a6"/>
        <w:numPr>
          <w:ilvl w:val="0"/>
          <w:numId w:val="1"/>
        </w:numPr>
        <w:spacing w:line="600" w:lineRule="exact"/>
        <w:ind w:leftChars="0"/>
        <w:rPr>
          <w:rFonts w:hint="eastAsia"/>
        </w:rPr>
      </w:pPr>
      <w:r>
        <w:rPr>
          <w:rFonts w:hint="eastAsia"/>
        </w:rPr>
        <w:t xml:space="preserve">A: Is it </w:t>
      </w:r>
      <w:r w:rsidRPr="008B280E">
        <w:t>08968919?</w:t>
      </w:r>
    </w:p>
    <w:p w:rsidR="008B280E" w:rsidRDefault="008B280E" w:rsidP="009A42DD">
      <w:pPr>
        <w:pStyle w:val="a6"/>
        <w:spacing w:line="600" w:lineRule="exact"/>
        <w:ind w:leftChars="0" w:left="360"/>
        <w:rPr>
          <w:rFonts w:hint="eastAsia"/>
        </w:rPr>
      </w:pPr>
      <w:r>
        <w:rPr>
          <w:rFonts w:hint="eastAsia"/>
        </w:rPr>
        <w:t>B: No, it</w:t>
      </w:r>
      <w:r>
        <w:t>’</w:t>
      </w:r>
      <w:r>
        <w:rPr>
          <w:rFonts w:hint="eastAsia"/>
        </w:rPr>
        <w:t>s _________. _________ __________________________.</w:t>
      </w:r>
    </w:p>
    <w:p w:rsidR="008B280E" w:rsidRDefault="008B280E" w:rsidP="009A42DD">
      <w:pPr>
        <w:pStyle w:val="a6"/>
        <w:numPr>
          <w:ilvl w:val="0"/>
          <w:numId w:val="1"/>
        </w:numPr>
        <w:spacing w:line="600" w:lineRule="exact"/>
        <w:ind w:leftChars="0"/>
        <w:rPr>
          <w:rFonts w:hint="eastAsia"/>
        </w:rPr>
      </w:pPr>
      <w:r>
        <w:rPr>
          <w:rFonts w:hint="eastAsia"/>
        </w:rPr>
        <w:t xml:space="preserve">A: Is it </w:t>
      </w:r>
      <w:proofErr w:type="spellStart"/>
      <w:r w:rsidRPr="008B280E">
        <w:t>it</w:t>
      </w:r>
      <w:proofErr w:type="spellEnd"/>
      <w:r w:rsidRPr="008B280E">
        <w:t xml:space="preserve"> 07700-0900-461?</w:t>
      </w:r>
    </w:p>
    <w:p w:rsidR="008B280E" w:rsidRDefault="008B280E" w:rsidP="009A42DD">
      <w:pPr>
        <w:pStyle w:val="a6"/>
        <w:spacing w:line="600" w:lineRule="exact"/>
        <w:ind w:leftChars="0" w:left="360"/>
        <w:rPr>
          <w:rFonts w:hint="eastAsia"/>
        </w:rPr>
      </w:pPr>
      <w:r>
        <w:rPr>
          <w:rFonts w:hint="eastAsia"/>
        </w:rPr>
        <w:t>B: No, it</w:t>
      </w:r>
      <w:r>
        <w:t>’</w:t>
      </w:r>
      <w:r>
        <w:rPr>
          <w:rFonts w:hint="eastAsia"/>
        </w:rPr>
        <w:t>s ___________. __________ ___________________________.</w:t>
      </w:r>
    </w:p>
    <w:p w:rsidR="008B280E" w:rsidRDefault="008B280E" w:rsidP="009A42DD">
      <w:pPr>
        <w:pStyle w:val="a6"/>
        <w:numPr>
          <w:ilvl w:val="0"/>
          <w:numId w:val="1"/>
        </w:numPr>
        <w:spacing w:line="600" w:lineRule="exact"/>
        <w:ind w:leftChars="0"/>
        <w:rPr>
          <w:rFonts w:hint="eastAsia"/>
        </w:rPr>
      </w:pPr>
      <w:r>
        <w:rPr>
          <w:rFonts w:hint="eastAsia"/>
        </w:rPr>
        <w:t xml:space="preserve">A: Is it </w:t>
      </w:r>
      <w:r w:rsidRPr="008B280E">
        <w:t>09646-790-145?</w:t>
      </w:r>
    </w:p>
    <w:p w:rsidR="008B280E" w:rsidRDefault="008B280E" w:rsidP="009A42DD">
      <w:pPr>
        <w:pStyle w:val="a6"/>
        <w:spacing w:line="600" w:lineRule="exact"/>
        <w:ind w:leftChars="0" w:left="360"/>
        <w:rPr>
          <w:rFonts w:hint="eastAsia"/>
        </w:rPr>
      </w:pPr>
      <w:r>
        <w:rPr>
          <w:rFonts w:hint="eastAsia"/>
        </w:rPr>
        <w:t>B: No, ___________ ___________. __________ __________________________.</w:t>
      </w:r>
    </w:p>
    <w:p w:rsidR="008B280E" w:rsidRDefault="008B280E" w:rsidP="009A42DD">
      <w:pPr>
        <w:pStyle w:val="a6"/>
        <w:numPr>
          <w:ilvl w:val="0"/>
          <w:numId w:val="1"/>
        </w:numPr>
        <w:spacing w:line="600" w:lineRule="exact"/>
        <w:ind w:leftChars="0"/>
        <w:rPr>
          <w:rFonts w:hint="eastAsia"/>
        </w:rPr>
      </w:pPr>
      <w:r>
        <w:rPr>
          <w:rFonts w:hint="eastAsia"/>
        </w:rPr>
        <w:t xml:space="preserve">A: Is </w:t>
      </w:r>
      <w:r w:rsidRPr="008B280E">
        <w:t>330-227-6683?</w:t>
      </w:r>
    </w:p>
    <w:p w:rsidR="008B280E" w:rsidRDefault="008B280E" w:rsidP="009A42DD">
      <w:pPr>
        <w:pStyle w:val="a6"/>
        <w:spacing w:line="600" w:lineRule="exact"/>
        <w:ind w:leftChars="0" w:left="360"/>
        <w:rPr>
          <w:rFonts w:hint="eastAsia"/>
        </w:rPr>
      </w:pPr>
      <w:r>
        <w:rPr>
          <w:rFonts w:hint="eastAsia"/>
        </w:rPr>
        <w:t>B: No, __________ ____________. __________ ____________________________.</w:t>
      </w:r>
    </w:p>
    <w:p w:rsidR="008B280E" w:rsidRDefault="008B280E" w:rsidP="009A42DD">
      <w:pPr>
        <w:pStyle w:val="a6"/>
        <w:numPr>
          <w:ilvl w:val="0"/>
          <w:numId w:val="1"/>
        </w:numPr>
        <w:spacing w:line="600" w:lineRule="exact"/>
        <w:ind w:leftChars="0"/>
        <w:rPr>
          <w:rFonts w:hint="eastAsia"/>
        </w:rPr>
      </w:pPr>
      <w:r>
        <w:rPr>
          <w:rFonts w:hint="eastAsia"/>
        </w:rPr>
        <w:t xml:space="preserve">A: Is it </w:t>
      </w:r>
      <w:r w:rsidRPr="008B280E">
        <w:t>47 464 15 888?</w:t>
      </w:r>
    </w:p>
    <w:p w:rsidR="008B280E" w:rsidRDefault="008B280E" w:rsidP="009A42DD">
      <w:pPr>
        <w:pStyle w:val="a6"/>
        <w:spacing w:line="600" w:lineRule="exact"/>
        <w:ind w:leftChars="0" w:left="360"/>
        <w:rPr>
          <w:rFonts w:hint="eastAsia"/>
        </w:rPr>
      </w:pPr>
      <w:r>
        <w:rPr>
          <w:rFonts w:hint="eastAsia"/>
        </w:rPr>
        <w:t>B: No, __________________________________.</w:t>
      </w:r>
    </w:p>
    <w:p w:rsidR="008B280E" w:rsidRDefault="008B280E" w:rsidP="009A42DD">
      <w:pPr>
        <w:pStyle w:val="a6"/>
        <w:spacing w:line="600" w:lineRule="exact"/>
        <w:ind w:leftChars="0" w:left="360"/>
        <w:rPr>
          <w:rFonts w:hint="eastAsia"/>
        </w:rPr>
      </w:pPr>
      <w:r>
        <w:rPr>
          <w:rFonts w:hint="eastAsia"/>
        </w:rPr>
        <w:t>It</w:t>
      </w:r>
      <w:proofErr w:type="gramStart"/>
      <w:r>
        <w:t>’</w:t>
      </w:r>
      <w:proofErr w:type="gramEnd"/>
      <w:r>
        <w:rPr>
          <w:rFonts w:hint="eastAsia"/>
        </w:rPr>
        <w:t>s ____________________________________________________________________(</w:t>
      </w:r>
      <w:r>
        <w:rPr>
          <w:rFonts w:hint="eastAsia"/>
        </w:rPr>
        <w:t>請用英文寫出數字來</w:t>
      </w:r>
      <w:r>
        <w:rPr>
          <w:rFonts w:hint="eastAsia"/>
        </w:rPr>
        <w:t>)</w:t>
      </w:r>
    </w:p>
    <w:p w:rsidR="008B280E" w:rsidRDefault="008B280E" w:rsidP="009A42DD">
      <w:pPr>
        <w:pStyle w:val="a6"/>
        <w:numPr>
          <w:ilvl w:val="0"/>
          <w:numId w:val="1"/>
        </w:numPr>
        <w:spacing w:line="600" w:lineRule="exact"/>
        <w:ind w:leftChars="0"/>
        <w:rPr>
          <w:rFonts w:hint="eastAsia"/>
        </w:rPr>
      </w:pPr>
      <w:r>
        <w:rPr>
          <w:rFonts w:hint="eastAsia"/>
        </w:rPr>
        <w:t xml:space="preserve">A: </w:t>
      </w:r>
      <w:r w:rsidRPr="008B280E">
        <w:t>Is Jenny’s number 876-5903?</w:t>
      </w:r>
    </w:p>
    <w:p w:rsidR="008B280E" w:rsidRDefault="008B280E" w:rsidP="009A42DD">
      <w:pPr>
        <w:pStyle w:val="a6"/>
        <w:spacing w:line="600" w:lineRule="exact"/>
        <w:ind w:leftChars="0" w:left="360"/>
        <w:rPr>
          <w:rFonts w:hint="eastAsia"/>
        </w:rPr>
      </w:pPr>
      <w:r>
        <w:rPr>
          <w:rFonts w:hint="eastAsia"/>
        </w:rPr>
        <w:t>B: No, __________________________________.</w:t>
      </w:r>
    </w:p>
    <w:p w:rsidR="008B280E" w:rsidRDefault="008B280E" w:rsidP="009A42DD">
      <w:pPr>
        <w:pStyle w:val="a6"/>
        <w:spacing w:line="600" w:lineRule="exact"/>
        <w:ind w:leftChars="0" w:left="360"/>
        <w:rPr>
          <w:rFonts w:hint="eastAsia"/>
        </w:rPr>
      </w:pPr>
      <w:r>
        <w:rPr>
          <w:rFonts w:hint="eastAsia"/>
        </w:rPr>
        <w:t>Her number is ________________________________________________________(</w:t>
      </w:r>
      <w:r>
        <w:rPr>
          <w:rFonts w:hint="eastAsia"/>
        </w:rPr>
        <w:t>請用英文寫出數字來</w:t>
      </w:r>
      <w:r>
        <w:rPr>
          <w:rFonts w:hint="eastAsia"/>
        </w:rPr>
        <w:t>)</w:t>
      </w:r>
    </w:p>
    <w:p w:rsidR="008B280E" w:rsidRDefault="008B280E" w:rsidP="009A42DD">
      <w:pPr>
        <w:pStyle w:val="a6"/>
        <w:numPr>
          <w:ilvl w:val="0"/>
          <w:numId w:val="1"/>
        </w:numPr>
        <w:spacing w:line="600" w:lineRule="exact"/>
        <w:ind w:leftChars="0"/>
        <w:rPr>
          <w:rFonts w:hint="eastAsia"/>
        </w:rPr>
      </w:pPr>
      <w:r>
        <w:rPr>
          <w:rFonts w:hint="eastAsia"/>
        </w:rPr>
        <w:t xml:space="preserve">A: Is </w:t>
      </w:r>
      <w:r w:rsidRPr="008B280E">
        <w:t>Studio phone number 613-968-5594?</w:t>
      </w:r>
    </w:p>
    <w:p w:rsidR="008B280E" w:rsidRDefault="008B280E" w:rsidP="009A42DD">
      <w:pPr>
        <w:pStyle w:val="a6"/>
        <w:spacing w:line="600" w:lineRule="exact"/>
        <w:ind w:leftChars="0" w:left="360"/>
        <w:rPr>
          <w:rFonts w:hint="eastAsia"/>
        </w:rPr>
      </w:pPr>
      <w:r>
        <w:rPr>
          <w:rFonts w:hint="eastAsia"/>
        </w:rPr>
        <w:t>B: No, _________________________________.</w:t>
      </w:r>
    </w:p>
    <w:p w:rsidR="008B280E" w:rsidRPr="008B280E" w:rsidRDefault="008B280E" w:rsidP="009A42DD">
      <w:pPr>
        <w:pStyle w:val="a6"/>
        <w:spacing w:line="600" w:lineRule="exact"/>
        <w:ind w:leftChars="0" w:left="360"/>
        <w:rPr>
          <w:rFonts w:hint="eastAsia"/>
        </w:rPr>
      </w:pPr>
      <w:r>
        <w:rPr>
          <w:rFonts w:hint="eastAsia"/>
        </w:rPr>
        <w:t>It</w:t>
      </w:r>
      <w:proofErr w:type="gramStart"/>
      <w:r>
        <w:t>’</w:t>
      </w:r>
      <w:proofErr w:type="gramEnd"/>
      <w:r>
        <w:rPr>
          <w:rFonts w:hint="eastAsia"/>
        </w:rPr>
        <w:t>s ___________________________________________________________________(</w:t>
      </w:r>
      <w:r>
        <w:rPr>
          <w:rFonts w:hint="eastAsia"/>
        </w:rPr>
        <w:t>請用英文寫出數字來</w:t>
      </w:r>
      <w:r>
        <w:rPr>
          <w:rFonts w:hint="eastAsia"/>
        </w:rPr>
        <w:t>)</w:t>
      </w:r>
    </w:p>
    <w:p w:rsidR="008B280E" w:rsidRPr="008B280E" w:rsidRDefault="008B280E" w:rsidP="009A42DD">
      <w:pPr>
        <w:spacing w:line="600" w:lineRule="exact"/>
      </w:pPr>
    </w:p>
    <w:sectPr w:rsidR="008B280E" w:rsidRPr="008B280E" w:rsidSect="008B280E">
      <w:pgSz w:w="11906" w:h="16838"/>
      <w:pgMar w:top="720" w:right="1134" w:bottom="720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139D8"/>
    <w:multiLevelType w:val="hybridMultilevel"/>
    <w:tmpl w:val="4B265C40"/>
    <w:lvl w:ilvl="0" w:tplc="A2644B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4C722B7"/>
    <w:multiLevelType w:val="hybridMultilevel"/>
    <w:tmpl w:val="7EB46020"/>
    <w:lvl w:ilvl="0" w:tplc="53F408A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80E"/>
    <w:rsid w:val="001436E8"/>
    <w:rsid w:val="007B3F54"/>
    <w:rsid w:val="008B280E"/>
    <w:rsid w:val="008C750B"/>
    <w:rsid w:val="008E1A38"/>
    <w:rsid w:val="009A42DD"/>
    <w:rsid w:val="00D61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28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8B280E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8B280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B280E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28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8B280E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8B280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B280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gif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2013-04-11T02:50:00Z</dcterms:created>
  <dcterms:modified xsi:type="dcterms:W3CDTF">2013-04-11T04:51:00Z</dcterms:modified>
</cp:coreProperties>
</file>